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1BE14F" w14:textId="485615EA" w:rsidR="00DD29C3" w:rsidRPr="00DD29C3" w:rsidRDefault="00A1153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9E3E8C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E25F37">
        <w:rPr>
          <w:rFonts w:asciiTheme="majorHAnsi" w:eastAsia="Times New Roman" w:hAnsiTheme="majorHAnsi" w:cs="Times New Roman"/>
          <w:lang w:eastAsia="cs-CZ"/>
        </w:rPr>
        <w:t>3</w:t>
      </w:r>
      <w:bookmarkStart w:id="0" w:name="_GoBack"/>
      <w:bookmarkEnd w:id="0"/>
      <w:r w:rsidR="00DD29C3" w:rsidRPr="009E3E8C">
        <w:rPr>
          <w:rFonts w:asciiTheme="majorHAnsi" w:eastAsia="Times New Roman" w:hAnsiTheme="majorHAnsi" w:cs="Times New Roman"/>
          <w:lang w:eastAsia="cs-CZ"/>
        </w:rPr>
        <w:t xml:space="preserve"> </w:t>
      </w:r>
      <w:r w:rsidR="004E0A63">
        <w:rPr>
          <w:rFonts w:asciiTheme="majorHAnsi" w:eastAsia="Times New Roman" w:hAnsiTheme="majorHAnsi" w:cs="Times New Roman"/>
          <w:lang w:eastAsia="cs-CZ"/>
        </w:rPr>
        <w:t>Kupní smlouvy</w:t>
      </w:r>
    </w:p>
    <w:p w14:paraId="5F9F44ED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7C241EE6" w14:textId="4234494E" w:rsidR="00DD29C3" w:rsidRPr="001B629E" w:rsidRDefault="00550698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Kupujícímu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14:paraId="10C2567E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0A7CD9D9" w14:textId="6AED0AE7" w:rsidR="00DD29C3" w:rsidRPr="001B629E" w:rsidRDefault="002B5BBD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7EC11080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72BE048A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4FED0C8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4FA2EDC5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8886E5E" w14:textId="22C82A65" w:rsidR="00DD29C3" w:rsidRPr="001B629E" w:rsidRDefault="00DD29C3" w:rsidP="00AF0299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2B5BBD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38FFB829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1E9C712F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72AEDA75" w14:textId="740F1C83" w:rsidR="00DD29C3" w:rsidRPr="001B629E" w:rsidRDefault="00DD29C3" w:rsidP="00AF0299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2B5BBD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="00ED430D"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4548C7E6" w14:textId="758F434B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AF0299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AF0299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14299594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1FC36E" w14:textId="77777777" w:rsidR="001D4837" w:rsidRDefault="001D4837" w:rsidP="00962258">
      <w:pPr>
        <w:spacing w:after="0" w:line="240" w:lineRule="auto"/>
      </w:pPr>
      <w:r>
        <w:separator/>
      </w:r>
    </w:p>
  </w:endnote>
  <w:endnote w:type="continuationSeparator" w:id="0">
    <w:p w14:paraId="13F0DF4B" w14:textId="77777777" w:rsidR="001D4837" w:rsidRDefault="001D483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39FCC21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C20B282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D6CF24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79676F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5EA2FE" w14:textId="77777777" w:rsidR="00F1715C" w:rsidRDefault="00F1715C" w:rsidP="00D831A3">
          <w:pPr>
            <w:pStyle w:val="Zpat"/>
          </w:pPr>
        </w:p>
      </w:tc>
    </w:tr>
  </w:tbl>
  <w:p w14:paraId="6466F05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9C9E9E" wp14:editId="1A7DD42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17BD0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8401A27" wp14:editId="7E38496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9E868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0EEFE89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2BA875D" w14:textId="3A75BC6D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25F3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25F3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E7ED34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6483A56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96C4AA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A78253C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E39365B" w14:textId="77777777" w:rsidR="00F1715C" w:rsidRDefault="00F1715C" w:rsidP="00D12EC4">
          <w:pPr>
            <w:pStyle w:val="Zpat"/>
          </w:pPr>
          <w:r>
            <w:t>www.</w:t>
          </w:r>
          <w:r w:rsidR="00D12EC4">
            <w:t>spravazeleznic</w:t>
          </w:r>
          <w:r>
            <w:t>.cz</w:t>
          </w:r>
        </w:p>
      </w:tc>
      <w:tc>
        <w:tcPr>
          <w:tcW w:w="2921" w:type="dxa"/>
        </w:tcPr>
        <w:p w14:paraId="63E70671" w14:textId="77777777" w:rsidR="00F1715C" w:rsidRDefault="00F1715C" w:rsidP="00460660">
          <w:pPr>
            <w:pStyle w:val="Zpat"/>
          </w:pPr>
        </w:p>
      </w:tc>
    </w:tr>
  </w:tbl>
  <w:p w14:paraId="5BA78D4F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CD0B4B0" wp14:editId="4DB0B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634EDC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FC37D60" wp14:editId="59AD90E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B841B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5E4EAB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8A0D89" w14:textId="77777777" w:rsidR="001D4837" w:rsidRDefault="001D4837" w:rsidP="00962258">
      <w:pPr>
        <w:spacing w:after="0" w:line="240" w:lineRule="auto"/>
      </w:pPr>
      <w:r>
        <w:separator/>
      </w:r>
    </w:p>
  </w:footnote>
  <w:footnote w:type="continuationSeparator" w:id="0">
    <w:p w14:paraId="5C26A12F" w14:textId="77777777" w:rsidR="001D4837" w:rsidRDefault="001D483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8B806D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317455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ECC856F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727B0D7" w14:textId="77777777" w:rsidR="00F1715C" w:rsidRPr="00D6163D" w:rsidRDefault="00F1715C" w:rsidP="00D6163D">
          <w:pPr>
            <w:pStyle w:val="Druhdokumentu"/>
          </w:pPr>
        </w:p>
      </w:tc>
    </w:tr>
  </w:tbl>
  <w:p w14:paraId="36EA4A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6820F9C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A4F3DDC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D0519D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7BDC6D8" w14:textId="77777777" w:rsidR="00F1715C" w:rsidRPr="00D6163D" w:rsidRDefault="00F1715C" w:rsidP="00FC6389">
          <w:pPr>
            <w:pStyle w:val="Druhdokumentu"/>
          </w:pPr>
        </w:p>
      </w:tc>
    </w:tr>
    <w:tr w:rsidR="009F392E" w14:paraId="4F007563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469D7D8F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2E69F08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46FC5B5" w14:textId="77777777" w:rsidR="009F392E" w:rsidRPr="00D6163D" w:rsidRDefault="009F392E" w:rsidP="00FC6389">
          <w:pPr>
            <w:pStyle w:val="Druhdokumentu"/>
          </w:pPr>
        </w:p>
      </w:tc>
    </w:tr>
  </w:tbl>
  <w:p w14:paraId="5FA43F7D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06491DD" wp14:editId="3D3CB3F6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B24872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9C3"/>
    <w:rsid w:val="000217AC"/>
    <w:rsid w:val="00072C1E"/>
    <w:rsid w:val="000E23A7"/>
    <w:rsid w:val="0010693F"/>
    <w:rsid w:val="00114472"/>
    <w:rsid w:val="00123C61"/>
    <w:rsid w:val="001550BC"/>
    <w:rsid w:val="001605B9"/>
    <w:rsid w:val="00170EC5"/>
    <w:rsid w:val="001747C1"/>
    <w:rsid w:val="001804C1"/>
    <w:rsid w:val="00184743"/>
    <w:rsid w:val="001D4837"/>
    <w:rsid w:val="00207DF5"/>
    <w:rsid w:val="00216C0D"/>
    <w:rsid w:val="00223F03"/>
    <w:rsid w:val="00280E07"/>
    <w:rsid w:val="002B5BBD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0A63"/>
    <w:rsid w:val="004E143C"/>
    <w:rsid w:val="004E3A53"/>
    <w:rsid w:val="004F20BC"/>
    <w:rsid w:val="004F4B9B"/>
    <w:rsid w:val="004F69EA"/>
    <w:rsid w:val="00511AB9"/>
    <w:rsid w:val="00523EA7"/>
    <w:rsid w:val="00550698"/>
    <w:rsid w:val="00553375"/>
    <w:rsid w:val="00557C28"/>
    <w:rsid w:val="005736B7"/>
    <w:rsid w:val="00575E5A"/>
    <w:rsid w:val="005F1404"/>
    <w:rsid w:val="00604B18"/>
    <w:rsid w:val="0061068E"/>
    <w:rsid w:val="00660AD3"/>
    <w:rsid w:val="00677B7F"/>
    <w:rsid w:val="006A5570"/>
    <w:rsid w:val="006A689C"/>
    <w:rsid w:val="006B310B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268C7"/>
    <w:rsid w:val="00936091"/>
    <w:rsid w:val="00940D8A"/>
    <w:rsid w:val="00943818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E3E8C"/>
    <w:rsid w:val="009F392E"/>
    <w:rsid w:val="00A1153A"/>
    <w:rsid w:val="00A6177B"/>
    <w:rsid w:val="00A66136"/>
    <w:rsid w:val="00A74105"/>
    <w:rsid w:val="00AA4CBB"/>
    <w:rsid w:val="00AA65FA"/>
    <w:rsid w:val="00AA7351"/>
    <w:rsid w:val="00AD056F"/>
    <w:rsid w:val="00AD6731"/>
    <w:rsid w:val="00AF0299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5486C"/>
    <w:rsid w:val="00C66B31"/>
    <w:rsid w:val="00C9173F"/>
    <w:rsid w:val="00CD1FC4"/>
    <w:rsid w:val="00D12EC4"/>
    <w:rsid w:val="00D21061"/>
    <w:rsid w:val="00D22BE6"/>
    <w:rsid w:val="00D4108E"/>
    <w:rsid w:val="00D6163D"/>
    <w:rsid w:val="00D67C5F"/>
    <w:rsid w:val="00D73D46"/>
    <w:rsid w:val="00D831A3"/>
    <w:rsid w:val="00DC75F3"/>
    <w:rsid w:val="00DD29C3"/>
    <w:rsid w:val="00DD46F3"/>
    <w:rsid w:val="00DD5457"/>
    <w:rsid w:val="00DE56F2"/>
    <w:rsid w:val="00DF116D"/>
    <w:rsid w:val="00E25F37"/>
    <w:rsid w:val="00E36C4A"/>
    <w:rsid w:val="00EB104F"/>
    <w:rsid w:val="00ED14BD"/>
    <w:rsid w:val="00ED430D"/>
    <w:rsid w:val="00F0533E"/>
    <w:rsid w:val="00F1048D"/>
    <w:rsid w:val="00F11BE8"/>
    <w:rsid w:val="00F12DEC"/>
    <w:rsid w:val="00F1715C"/>
    <w:rsid w:val="00F259E4"/>
    <w:rsid w:val="00F310F8"/>
    <w:rsid w:val="00F35939"/>
    <w:rsid w:val="00F45607"/>
    <w:rsid w:val="00F5558F"/>
    <w:rsid w:val="00F659EB"/>
    <w:rsid w:val="00F86BA6"/>
    <w:rsid w:val="00F92C4A"/>
    <w:rsid w:val="00FB2A9C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95C6F3"/>
  <w14:defaultImageDpi w14:val="32767"/>
  <w15:docId w15:val="{63ACC1EA-25AE-4043-A6DD-7E275CA78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55069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5069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5069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5069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5069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B48C77-79A0-45AB-A832-E78F086CA7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3B45F20-FD52-4647-8DFF-635ECFE1A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110</Words>
  <Characters>650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Poláčková Dagmar</cp:lastModifiedBy>
  <cp:revision>3</cp:revision>
  <cp:lastPrinted>2017-11-28T17:18:00Z</cp:lastPrinted>
  <dcterms:created xsi:type="dcterms:W3CDTF">2021-09-07T08:41:00Z</dcterms:created>
  <dcterms:modified xsi:type="dcterms:W3CDTF">2021-09-07T14:15:00Z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